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4A119596" w:rsidR="00CF0EF4" w:rsidRDefault="00A14215" w:rsidP="00CF0EF4">
          <w:pPr>
            <w:pStyle w:val="Tituldatum"/>
          </w:pPr>
          <w:r w:rsidRPr="00B562DE">
            <w:rPr>
              <w:rStyle w:val="Nzevakce"/>
            </w:rPr>
            <w:t>Doplnění závor na PZS (P4</w:t>
          </w:r>
          <w:r w:rsidR="00654804">
            <w:rPr>
              <w:rStyle w:val="Nzevakce"/>
            </w:rPr>
            <w:t>352</w:t>
          </w:r>
          <w:r w:rsidRPr="00B562DE">
            <w:rPr>
              <w:rStyle w:val="Nzevakce"/>
            </w:rPr>
            <w:t xml:space="preserve">) v km </w:t>
          </w:r>
          <w:r w:rsidR="00654804">
            <w:rPr>
              <w:rStyle w:val="Nzevakce"/>
            </w:rPr>
            <w:t>13,108</w:t>
          </w:r>
          <w:r w:rsidRPr="00B562DE">
            <w:rPr>
              <w:rStyle w:val="Nzevakce"/>
            </w:rPr>
            <w:t xml:space="preserve"> trati </w:t>
          </w:r>
          <w:r w:rsidR="00654804">
            <w:rPr>
              <w:rStyle w:val="Nzevakce"/>
            </w:rPr>
            <w:t>Lipová Lázně – Javorník ve Slezsku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7AFAE5EA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14215">
        <w:t>17. 2. 2021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65480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65480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65480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65480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65480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2232256A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B562DE">
        <w:rPr>
          <w:i/>
        </w:rPr>
        <w:t>Stavb</w:t>
      </w:r>
      <w:r w:rsidR="00A14215" w:rsidRPr="00B562DE">
        <w:rPr>
          <w:i/>
        </w:rPr>
        <w:t>a_</w:t>
      </w:r>
      <w:r w:rsidR="00654804">
        <w:rPr>
          <w:i/>
        </w:rPr>
        <w:t>B</w:t>
      </w:r>
      <w:r w:rsidR="00A14215" w:rsidRPr="00B562DE">
        <w:rPr>
          <w:i/>
        </w:rPr>
        <w:t>_P</w:t>
      </w:r>
      <w:r w:rsidR="00B562DE" w:rsidRPr="00B562DE">
        <w:rPr>
          <w:i/>
        </w:rPr>
        <w:t>4</w:t>
      </w:r>
      <w:r w:rsidR="00654804">
        <w:rPr>
          <w:i/>
        </w:rPr>
        <w:t>352</w:t>
      </w:r>
      <w:r w:rsidR="00F17F49" w:rsidRPr="00B562DE">
        <w:rPr>
          <w:i/>
        </w:rPr>
        <w:t>_</w:t>
      </w:r>
      <w:r w:rsidR="002F7330" w:rsidRPr="00B562DE">
        <w:rPr>
          <w:i/>
        </w:rPr>
        <w:t xml:space="preserve"> </w:t>
      </w:r>
      <w:r w:rsidR="00F17F49" w:rsidRPr="00B562DE">
        <w:rPr>
          <w:i/>
        </w:rPr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51F55DE1" w:rsidR="00A6753E" w:rsidRPr="00A6753E" w:rsidRDefault="00A6753E" w:rsidP="00654804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 w:rsidR="00654804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DBBB968" w:rsidR="00A6753E" w:rsidRPr="00A6753E" w:rsidRDefault="00B562DE" w:rsidP="00654804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Doplnění závor na PZS (P4</w:t>
            </w:r>
            <w:r w:rsidR="00654804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352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) v km </w:t>
            </w:r>
            <w:r w:rsidR="00654804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13,108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trati </w:t>
            </w:r>
            <w:r w:rsidR="00654804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Lipová Lázně – Javorník ve Slezsku</w:t>
            </w:r>
            <w:bookmarkStart w:id="9" w:name="_GoBack"/>
            <w:bookmarkEnd w:id="9"/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6C4643AB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562DE">
        <w:rPr>
          <w:i/>
        </w:rPr>
        <w:t>„</w:t>
      </w:r>
      <w:r w:rsidR="00654804" w:rsidRPr="00B562DE">
        <w:rPr>
          <w:i/>
        </w:rPr>
        <w:t>Stavba_</w:t>
      </w:r>
      <w:r w:rsidR="00654804">
        <w:rPr>
          <w:i/>
        </w:rPr>
        <w:t>B</w:t>
      </w:r>
      <w:r w:rsidR="00654804" w:rsidRPr="00B562DE">
        <w:rPr>
          <w:i/>
        </w:rPr>
        <w:t>_P4</w:t>
      </w:r>
      <w:r w:rsidR="00654804">
        <w:rPr>
          <w:i/>
        </w:rPr>
        <w:t>352</w:t>
      </w:r>
      <w:r w:rsidR="00B562DE" w:rsidRPr="00B562DE">
        <w:rPr>
          <w:i/>
        </w:rPr>
        <w:t>_ Požadavky na výkon a funkci</w:t>
      </w:r>
      <w:r w:rsidR="00B2233D" w:rsidRPr="00B2233D">
        <w:rPr>
          <w:i/>
        </w:rPr>
        <w:t>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13BF5A1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654804" w:rsidRPr="00B562DE">
        <w:rPr>
          <w:i/>
        </w:rPr>
        <w:t>Stavba_</w:t>
      </w:r>
      <w:r w:rsidR="00654804">
        <w:rPr>
          <w:i/>
        </w:rPr>
        <w:t>B</w:t>
      </w:r>
      <w:r w:rsidR="00654804" w:rsidRPr="00B562DE">
        <w:rPr>
          <w:i/>
        </w:rPr>
        <w:t>_P4</w:t>
      </w:r>
      <w:r w:rsidR="00654804">
        <w:rPr>
          <w:i/>
        </w:rPr>
        <w:t>352</w:t>
      </w:r>
      <w:r w:rsidR="00B562DE" w:rsidRPr="00B562DE">
        <w:rPr>
          <w:i/>
        </w:rPr>
        <w:t>_ Požadavky na výkon a funkci</w:t>
      </w:r>
      <w:r w:rsidR="00D3343B" w:rsidRPr="00B2233D">
        <w:rPr>
          <w:i/>
        </w:rPr>
        <w:t>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632C7C7A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654804" w:rsidRPr="00B562DE">
        <w:rPr>
          <w:i/>
        </w:rPr>
        <w:t>Stavba_</w:t>
      </w:r>
      <w:r w:rsidR="00654804">
        <w:rPr>
          <w:i/>
        </w:rPr>
        <w:t>B</w:t>
      </w:r>
      <w:r w:rsidR="00654804" w:rsidRPr="00B562DE">
        <w:rPr>
          <w:i/>
        </w:rPr>
        <w:t>_P4</w:t>
      </w:r>
      <w:r w:rsidR="00654804">
        <w:rPr>
          <w:i/>
        </w:rPr>
        <w:t>352</w:t>
      </w:r>
      <w:r w:rsidR="00B562DE" w:rsidRPr="00B562DE">
        <w:rPr>
          <w:i/>
        </w:rPr>
        <w:t>_ Požadavky na výkon a funkci</w:t>
      </w:r>
      <w:r w:rsidR="00D3343B" w:rsidRPr="00B2233D">
        <w:rPr>
          <w:i/>
        </w:rPr>
        <w:t>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480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480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654804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654804">
            <w:rPr>
              <w:bCs/>
              <w:noProof/>
            </w:rPr>
            <w:t>Doplnění</w:t>
          </w:r>
          <w:r>
            <w:rPr>
              <w:noProof/>
            </w:rPr>
            <w:t xml:space="preserve"> závor na PZS (P4352) v km 13,108 trati Lipová Lázně – Javorník ve Slezsku</w:t>
          </w:r>
          <w:r>
            <w:rPr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654804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654804">
            <w:rPr>
              <w:bCs/>
              <w:noProof/>
            </w:rPr>
            <w:t>Doplnění závor</w:t>
          </w:r>
          <w:r>
            <w:rPr>
              <w:noProof/>
            </w:rPr>
            <w:t xml:space="preserve"> na PZS (P4352) v km 13,108 trati Lipová Lázně – Javorník ve Slezsku</w:t>
          </w:r>
          <w:r>
            <w:rPr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480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480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A3AE1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480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562DE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676B83F-E387-4C44-A13D-BC7E3346B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5</TotalTime>
  <Pages>6</Pages>
  <Words>1593</Words>
  <Characters>9402</Characters>
  <Application>Microsoft Office Word</Application>
  <DocSecurity>0</DocSecurity>
  <Lines>78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3</cp:revision>
  <cp:lastPrinted>2019-03-13T10:28:00Z</cp:lastPrinted>
  <dcterms:created xsi:type="dcterms:W3CDTF">2021-02-17T09:49:00Z</dcterms:created>
  <dcterms:modified xsi:type="dcterms:W3CDTF">2021-02-17T09:53:00Z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